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593A71B3" w:rsidR="008145D7" w:rsidRDefault="008145D7" w:rsidP="008145D7">
      <w:pPr>
        <w:jc w:val="both"/>
        <w:rPr>
          <w:lang w:eastAsia="cs-CZ"/>
        </w:rPr>
      </w:pPr>
      <w:r>
        <w:rPr>
          <w:szCs w:val="22"/>
        </w:rPr>
        <w:t xml:space="preserve">Příloha č. </w:t>
      </w:r>
      <w:r w:rsidR="00D109BA">
        <w:rPr>
          <w:szCs w:val="22"/>
        </w:rPr>
        <w:t>2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4C562A">
        <w:rPr>
          <w:lang w:eastAsia="cs-CZ"/>
        </w:rPr>
        <w:t>18597</w:t>
      </w:r>
      <w:r w:rsidR="00ED50B3">
        <w:rPr>
          <w:lang w:eastAsia="cs-CZ"/>
        </w:rPr>
        <w:t>/202</w:t>
      </w:r>
      <w:r w:rsidR="008C7E89">
        <w:rPr>
          <w:lang w:eastAsia="cs-CZ"/>
        </w:rPr>
        <w:t>5</w:t>
      </w:r>
      <w:r w:rsidR="00ED50B3">
        <w:rPr>
          <w:lang w:eastAsia="cs-CZ"/>
        </w:rPr>
        <w:t xml:space="preserve">-SŽ-GŘ-O8 </w:t>
      </w:r>
    </w:p>
    <w:p w14:paraId="77EC3396" w14:textId="40C9098E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 xml:space="preserve">(Účastník předloží pouze v případě postupu dle </w:t>
      </w:r>
      <w:r w:rsidRPr="00D109BA">
        <w:rPr>
          <w:b/>
          <w:i/>
          <w:szCs w:val="22"/>
          <w:u w:val="single"/>
        </w:rPr>
        <w:t xml:space="preserve">čl.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 xml:space="preserve">.2 a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>.3 Výzvy</w:t>
      </w:r>
      <w:r w:rsidRPr="00C521F6">
        <w:rPr>
          <w:b/>
          <w:i/>
          <w:szCs w:val="22"/>
          <w:u w:val="single"/>
        </w:rPr>
        <w:t>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2A579081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 xml:space="preserve">v souvislosti s ustanovením </w:t>
      </w:r>
      <w:r w:rsidR="00B67E18">
        <w:rPr>
          <w:rFonts w:eastAsia="Times New Roman" w:cs="Times New Roman"/>
          <w:b/>
          <w:bCs/>
          <w:kern w:val="28"/>
          <w:lang w:eastAsia="x-none"/>
        </w:rPr>
        <w:t>§ </w:t>
      </w:r>
      <w:r>
        <w:rPr>
          <w:rFonts w:eastAsia="Times New Roman" w:cs="Times New Roman"/>
          <w:b/>
          <w:bCs/>
          <w:kern w:val="28"/>
          <w:lang w:eastAsia="x-none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B806DD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D" w14:textId="0902C878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E" w14:textId="4AD164B5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F" w14:textId="5E1147AC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0765A483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</w:t>
      </w:r>
      <w:r w:rsidR="00FF4E7E" w:rsidRPr="00D109BA">
        <w:rPr>
          <w:rFonts w:eastAsia="Times New Roman" w:cs="Times New Roman"/>
          <w:b/>
          <w:lang w:eastAsia="cs-CZ"/>
        </w:rPr>
        <w:t xml:space="preserve">– </w:t>
      </w:r>
      <w:r w:rsidR="00F355CF">
        <w:rPr>
          <w:rFonts w:eastAsia="Times New Roman" w:cs="Times New Roman"/>
          <w:b/>
          <w:lang w:eastAsia="cs-CZ"/>
        </w:rPr>
        <w:t>4</w:t>
      </w:r>
      <w:r w:rsidR="008D6B46">
        <w:rPr>
          <w:rFonts w:eastAsia="Times New Roman" w:cs="Times New Roman"/>
          <w:b/>
          <w:lang w:eastAsia="cs-CZ"/>
        </w:rPr>
        <w:t>6</w:t>
      </w:r>
      <w:r w:rsidR="00834A4A" w:rsidRPr="00D109BA">
        <w:rPr>
          <w:rFonts w:eastAsia="Times New Roman" w:cs="Times New Roman"/>
          <w:b/>
          <w:lang w:eastAsia="cs-CZ"/>
        </w:rPr>
        <w:t>. kolo</w:t>
      </w:r>
      <w:r w:rsidR="00834A4A">
        <w:rPr>
          <w:rFonts w:eastAsia="Times New Roman" w:cs="Times New Roman"/>
          <w:b/>
          <w:lang w:eastAsia="cs-CZ"/>
        </w:rPr>
        <w:t>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4C562A">
        <w:rPr>
          <w:rFonts w:eastAsia="Times New Roman" w:cs="Times New Roman"/>
          <w:lang w:eastAsia="cs-CZ"/>
        </w:rPr>
        <w:t>18597</w:t>
      </w:r>
      <w:r w:rsidR="00834A4A">
        <w:rPr>
          <w:rFonts w:eastAsia="Times New Roman" w:cs="Times New Roman"/>
          <w:lang w:eastAsia="cs-CZ"/>
        </w:rPr>
        <w:t>/202</w:t>
      </w:r>
      <w:r w:rsidR="008C7E89">
        <w:rPr>
          <w:rFonts w:eastAsia="Times New Roman" w:cs="Times New Roman"/>
          <w:lang w:eastAsia="cs-CZ"/>
        </w:rPr>
        <w:t>5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575A587A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53786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F3AA8" w14:textId="77777777" w:rsidR="00EE53F5" w:rsidRDefault="00EE53F5" w:rsidP="00962258">
      <w:pPr>
        <w:spacing w:after="0" w:line="240" w:lineRule="auto"/>
      </w:pPr>
      <w:r>
        <w:separator/>
      </w:r>
    </w:p>
  </w:endnote>
  <w:endnote w:type="continuationSeparator" w:id="0">
    <w:p w14:paraId="74189E9C" w14:textId="77777777" w:rsidR="00EE53F5" w:rsidRDefault="00EE53F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481D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918B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C5FC99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F32E0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91699" w14:textId="77777777" w:rsidR="00EE53F5" w:rsidRDefault="00EE53F5" w:rsidP="00962258">
      <w:pPr>
        <w:spacing w:after="0" w:line="240" w:lineRule="auto"/>
      </w:pPr>
      <w:r>
        <w:separator/>
      </w:r>
    </w:p>
  </w:footnote>
  <w:footnote w:type="continuationSeparator" w:id="0">
    <w:p w14:paraId="018D8CA0" w14:textId="77777777" w:rsidR="00EE53F5" w:rsidRDefault="00EE53F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777025141">
    <w:abstractNumId w:val="2"/>
  </w:num>
  <w:num w:numId="2" w16cid:durableId="706032101">
    <w:abstractNumId w:val="1"/>
  </w:num>
  <w:num w:numId="3" w16cid:durableId="15279075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2288122">
    <w:abstractNumId w:val="7"/>
  </w:num>
  <w:num w:numId="5" w16cid:durableId="1885947319">
    <w:abstractNumId w:val="3"/>
  </w:num>
  <w:num w:numId="6" w16cid:durableId="2053995710">
    <w:abstractNumId w:val="4"/>
  </w:num>
  <w:num w:numId="7" w16cid:durableId="1585869984">
    <w:abstractNumId w:val="0"/>
  </w:num>
  <w:num w:numId="8" w16cid:durableId="146018187">
    <w:abstractNumId w:val="5"/>
  </w:num>
  <w:num w:numId="9" w16cid:durableId="3229779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51848320">
    <w:abstractNumId w:val="4"/>
  </w:num>
  <w:num w:numId="11" w16cid:durableId="1396970651">
    <w:abstractNumId w:val="1"/>
  </w:num>
  <w:num w:numId="12" w16cid:durableId="151066416">
    <w:abstractNumId w:val="4"/>
  </w:num>
  <w:num w:numId="13" w16cid:durableId="1745758828">
    <w:abstractNumId w:val="4"/>
  </w:num>
  <w:num w:numId="14" w16cid:durableId="2118207746">
    <w:abstractNumId w:val="4"/>
  </w:num>
  <w:num w:numId="15" w16cid:durableId="483551911">
    <w:abstractNumId w:val="4"/>
  </w:num>
  <w:num w:numId="16" w16cid:durableId="77600419">
    <w:abstractNumId w:val="8"/>
  </w:num>
  <w:num w:numId="17" w16cid:durableId="1595047109">
    <w:abstractNumId w:val="2"/>
  </w:num>
  <w:num w:numId="18" w16cid:durableId="1487744761">
    <w:abstractNumId w:val="8"/>
  </w:num>
  <w:num w:numId="19" w16cid:durableId="1172186313">
    <w:abstractNumId w:val="8"/>
  </w:num>
  <w:num w:numId="20" w16cid:durableId="1034891760">
    <w:abstractNumId w:val="8"/>
  </w:num>
  <w:num w:numId="21" w16cid:durableId="1929995771">
    <w:abstractNumId w:val="8"/>
  </w:num>
  <w:num w:numId="22" w16cid:durableId="2125070935">
    <w:abstractNumId w:val="4"/>
  </w:num>
  <w:num w:numId="23" w16cid:durableId="762265561">
    <w:abstractNumId w:val="1"/>
  </w:num>
  <w:num w:numId="24" w16cid:durableId="1551571344">
    <w:abstractNumId w:val="4"/>
  </w:num>
  <w:num w:numId="25" w16cid:durableId="1956596898">
    <w:abstractNumId w:val="4"/>
  </w:num>
  <w:num w:numId="26" w16cid:durableId="1854998566">
    <w:abstractNumId w:val="4"/>
  </w:num>
  <w:num w:numId="27" w16cid:durableId="462962341">
    <w:abstractNumId w:val="4"/>
  </w:num>
  <w:num w:numId="28" w16cid:durableId="456028431">
    <w:abstractNumId w:val="8"/>
  </w:num>
  <w:num w:numId="29" w16cid:durableId="437795888">
    <w:abstractNumId w:val="2"/>
  </w:num>
  <w:num w:numId="30" w16cid:durableId="813595717">
    <w:abstractNumId w:val="8"/>
  </w:num>
  <w:num w:numId="31" w16cid:durableId="2074503471">
    <w:abstractNumId w:val="8"/>
  </w:num>
  <w:num w:numId="32" w16cid:durableId="1673289935">
    <w:abstractNumId w:val="8"/>
  </w:num>
  <w:num w:numId="33" w16cid:durableId="198615809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1063D"/>
    <w:rsid w:val="00024B9F"/>
    <w:rsid w:val="000263E2"/>
    <w:rsid w:val="00031460"/>
    <w:rsid w:val="00040D8F"/>
    <w:rsid w:val="00072C1E"/>
    <w:rsid w:val="000738FA"/>
    <w:rsid w:val="000B2965"/>
    <w:rsid w:val="000E23A7"/>
    <w:rsid w:val="00103E96"/>
    <w:rsid w:val="001046AF"/>
    <w:rsid w:val="0010693F"/>
    <w:rsid w:val="00114472"/>
    <w:rsid w:val="00150A28"/>
    <w:rsid w:val="00154352"/>
    <w:rsid w:val="001550BC"/>
    <w:rsid w:val="001605B9"/>
    <w:rsid w:val="00170EC5"/>
    <w:rsid w:val="001747C1"/>
    <w:rsid w:val="00184743"/>
    <w:rsid w:val="001A4559"/>
    <w:rsid w:val="00207DF5"/>
    <w:rsid w:val="00236F37"/>
    <w:rsid w:val="002524E7"/>
    <w:rsid w:val="00255AE8"/>
    <w:rsid w:val="00273E07"/>
    <w:rsid w:val="00280E07"/>
    <w:rsid w:val="00286E29"/>
    <w:rsid w:val="002C31BF"/>
    <w:rsid w:val="002C4201"/>
    <w:rsid w:val="002C4EF1"/>
    <w:rsid w:val="002D08B1"/>
    <w:rsid w:val="002D21D5"/>
    <w:rsid w:val="002D2C28"/>
    <w:rsid w:val="002D725B"/>
    <w:rsid w:val="002E0CD7"/>
    <w:rsid w:val="002E5A60"/>
    <w:rsid w:val="002F5C16"/>
    <w:rsid w:val="00317055"/>
    <w:rsid w:val="00337C49"/>
    <w:rsid w:val="00341DCF"/>
    <w:rsid w:val="00357BC6"/>
    <w:rsid w:val="003956C6"/>
    <w:rsid w:val="003B04CB"/>
    <w:rsid w:val="003B4CFF"/>
    <w:rsid w:val="003D372E"/>
    <w:rsid w:val="003F6614"/>
    <w:rsid w:val="004022C8"/>
    <w:rsid w:val="00406B45"/>
    <w:rsid w:val="00441430"/>
    <w:rsid w:val="00450F07"/>
    <w:rsid w:val="00453CD3"/>
    <w:rsid w:val="00460660"/>
    <w:rsid w:val="00483AA0"/>
    <w:rsid w:val="00486107"/>
    <w:rsid w:val="00491827"/>
    <w:rsid w:val="004B348C"/>
    <w:rsid w:val="004B5D35"/>
    <w:rsid w:val="004C2F81"/>
    <w:rsid w:val="004C4399"/>
    <w:rsid w:val="004C562A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0AB8"/>
    <w:rsid w:val="00523EA7"/>
    <w:rsid w:val="00537861"/>
    <w:rsid w:val="00553375"/>
    <w:rsid w:val="00557C28"/>
    <w:rsid w:val="005736B7"/>
    <w:rsid w:val="00575E5A"/>
    <w:rsid w:val="005F1404"/>
    <w:rsid w:val="00601CB8"/>
    <w:rsid w:val="006039F9"/>
    <w:rsid w:val="0061068E"/>
    <w:rsid w:val="00626434"/>
    <w:rsid w:val="00633D92"/>
    <w:rsid w:val="00660AD3"/>
    <w:rsid w:val="00664499"/>
    <w:rsid w:val="00677B7F"/>
    <w:rsid w:val="00682495"/>
    <w:rsid w:val="00687853"/>
    <w:rsid w:val="006A5570"/>
    <w:rsid w:val="006A689C"/>
    <w:rsid w:val="006B3D79"/>
    <w:rsid w:val="006D7AFE"/>
    <w:rsid w:val="006E0578"/>
    <w:rsid w:val="006E314D"/>
    <w:rsid w:val="00710723"/>
    <w:rsid w:val="0071182E"/>
    <w:rsid w:val="00723ED1"/>
    <w:rsid w:val="007269BD"/>
    <w:rsid w:val="00743525"/>
    <w:rsid w:val="0076286B"/>
    <w:rsid w:val="00766846"/>
    <w:rsid w:val="0077673A"/>
    <w:rsid w:val="007846E1"/>
    <w:rsid w:val="007B570C"/>
    <w:rsid w:val="007C06F7"/>
    <w:rsid w:val="007C589B"/>
    <w:rsid w:val="007E4A6E"/>
    <w:rsid w:val="007F56A7"/>
    <w:rsid w:val="008061B0"/>
    <w:rsid w:val="00807DD0"/>
    <w:rsid w:val="008145D7"/>
    <w:rsid w:val="00815BEF"/>
    <w:rsid w:val="00817E48"/>
    <w:rsid w:val="0083195C"/>
    <w:rsid w:val="00834A4A"/>
    <w:rsid w:val="00840426"/>
    <w:rsid w:val="008659F3"/>
    <w:rsid w:val="00874674"/>
    <w:rsid w:val="00886D4B"/>
    <w:rsid w:val="00895406"/>
    <w:rsid w:val="008A3381"/>
    <w:rsid w:val="008A3568"/>
    <w:rsid w:val="008A5140"/>
    <w:rsid w:val="008C7E89"/>
    <w:rsid w:val="008D03B9"/>
    <w:rsid w:val="008D6B46"/>
    <w:rsid w:val="008E18F8"/>
    <w:rsid w:val="008F128C"/>
    <w:rsid w:val="008F18D6"/>
    <w:rsid w:val="008F5599"/>
    <w:rsid w:val="00904780"/>
    <w:rsid w:val="00910A74"/>
    <w:rsid w:val="00922385"/>
    <w:rsid w:val="009223DF"/>
    <w:rsid w:val="00923DE9"/>
    <w:rsid w:val="00925B5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3463"/>
    <w:rsid w:val="009E07F4"/>
    <w:rsid w:val="009F392E"/>
    <w:rsid w:val="00A07BE5"/>
    <w:rsid w:val="00A236F5"/>
    <w:rsid w:val="00A40434"/>
    <w:rsid w:val="00A41D2E"/>
    <w:rsid w:val="00A4284D"/>
    <w:rsid w:val="00A42FFB"/>
    <w:rsid w:val="00A6177B"/>
    <w:rsid w:val="00A66136"/>
    <w:rsid w:val="00A751D6"/>
    <w:rsid w:val="00AA4CBB"/>
    <w:rsid w:val="00AA65FA"/>
    <w:rsid w:val="00AA7351"/>
    <w:rsid w:val="00AD056F"/>
    <w:rsid w:val="00AD6731"/>
    <w:rsid w:val="00B15D0D"/>
    <w:rsid w:val="00B67E18"/>
    <w:rsid w:val="00B75EE1"/>
    <w:rsid w:val="00B77481"/>
    <w:rsid w:val="00B8518B"/>
    <w:rsid w:val="00BD7E91"/>
    <w:rsid w:val="00C02D0A"/>
    <w:rsid w:val="00C03A6E"/>
    <w:rsid w:val="00C15452"/>
    <w:rsid w:val="00C17A08"/>
    <w:rsid w:val="00C17B5F"/>
    <w:rsid w:val="00C44F6A"/>
    <w:rsid w:val="00C475C5"/>
    <w:rsid w:val="00C47AE3"/>
    <w:rsid w:val="00C6477B"/>
    <w:rsid w:val="00C86C1E"/>
    <w:rsid w:val="00C93F41"/>
    <w:rsid w:val="00CA7C21"/>
    <w:rsid w:val="00CD1FC4"/>
    <w:rsid w:val="00D109BA"/>
    <w:rsid w:val="00D21061"/>
    <w:rsid w:val="00D257F3"/>
    <w:rsid w:val="00D4108E"/>
    <w:rsid w:val="00D6163D"/>
    <w:rsid w:val="00D73D46"/>
    <w:rsid w:val="00D8023F"/>
    <w:rsid w:val="00D81089"/>
    <w:rsid w:val="00D831A3"/>
    <w:rsid w:val="00D92804"/>
    <w:rsid w:val="00DC75F3"/>
    <w:rsid w:val="00DD46F3"/>
    <w:rsid w:val="00DE56F2"/>
    <w:rsid w:val="00DF09FD"/>
    <w:rsid w:val="00DF116D"/>
    <w:rsid w:val="00E36C4A"/>
    <w:rsid w:val="00EA60F4"/>
    <w:rsid w:val="00EB104F"/>
    <w:rsid w:val="00ED14BD"/>
    <w:rsid w:val="00ED50B3"/>
    <w:rsid w:val="00EE53F5"/>
    <w:rsid w:val="00F0379D"/>
    <w:rsid w:val="00F0533E"/>
    <w:rsid w:val="00F071DC"/>
    <w:rsid w:val="00F1048D"/>
    <w:rsid w:val="00F12DEC"/>
    <w:rsid w:val="00F1715C"/>
    <w:rsid w:val="00F310F8"/>
    <w:rsid w:val="00F34640"/>
    <w:rsid w:val="00F355CF"/>
    <w:rsid w:val="00F35939"/>
    <w:rsid w:val="00F45607"/>
    <w:rsid w:val="00F5558F"/>
    <w:rsid w:val="00F60A18"/>
    <w:rsid w:val="00F659EB"/>
    <w:rsid w:val="00F84F89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20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52E8E"/>
    <w:rsid w:val="0007597E"/>
    <w:rsid w:val="0009490F"/>
    <w:rsid w:val="000E3BCB"/>
    <w:rsid w:val="00102E8F"/>
    <w:rsid w:val="0013107D"/>
    <w:rsid w:val="001B26D6"/>
    <w:rsid w:val="001B2CF4"/>
    <w:rsid w:val="00237D85"/>
    <w:rsid w:val="002C4201"/>
    <w:rsid w:val="00403F0C"/>
    <w:rsid w:val="00451C58"/>
    <w:rsid w:val="00455B7D"/>
    <w:rsid w:val="0047441C"/>
    <w:rsid w:val="00484CB3"/>
    <w:rsid w:val="004F7E9F"/>
    <w:rsid w:val="0057685E"/>
    <w:rsid w:val="005A6227"/>
    <w:rsid w:val="00603FCA"/>
    <w:rsid w:val="00645D4F"/>
    <w:rsid w:val="006A67BF"/>
    <w:rsid w:val="006B55A4"/>
    <w:rsid w:val="006C6789"/>
    <w:rsid w:val="00734D05"/>
    <w:rsid w:val="00766425"/>
    <w:rsid w:val="008A3381"/>
    <w:rsid w:val="008A5140"/>
    <w:rsid w:val="008D2BDE"/>
    <w:rsid w:val="00915D7A"/>
    <w:rsid w:val="00925B5B"/>
    <w:rsid w:val="00934469"/>
    <w:rsid w:val="0094226D"/>
    <w:rsid w:val="00A44C17"/>
    <w:rsid w:val="00A70466"/>
    <w:rsid w:val="00AD712F"/>
    <w:rsid w:val="00BA7FF4"/>
    <w:rsid w:val="00BE5819"/>
    <w:rsid w:val="00BF45FF"/>
    <w:rsid w:val="00C47B87"/>
    <w:rsid w:val="00D257F3"/>
    <w:rsid w:val="00D834C6"/>
    <w:rsid w:val="00D94988"/>
    <w:rsid w:val="00DB6BA2"/>
    <w:rsid w:val="00E9213D"/>
    <w:rsid w:val="00E97F9A"/>
    <w:rsid w:val="00EB2574"/>
    <w:rsid w:val="00EC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627DF-134E-413D-A9FF-273F28CAB6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31</TotalTime>
  <Pages>1</Pages>
  <Words>487</Words>
  <Characters>2876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28</cp:revision>
  <cp:lastPrinted>2025-03-17T09:29:00Z</cp:lastPrinted>
  <dcterms:created xsi:type="dcterms:W3CDTF">2023-08-21T13:01:00Z</dcterms:created>
  <dcterms:modified xsi:type="dcterms:W3CDTF">2025-03-17T09:29:00Z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